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631D9" w14:textId="77777777" w:rsidR="002B165D" w:rsidRPr="00C61E0D" w:rsidRDefault="002B165D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E00D38E" w14:textId="77777777" w:rsidR="002B165D" w:rsidRPr="00C61E0D" w:rsidRDefault="002B165D">
      <w:pPr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40C0B372" w14:textId="77777777" w:rsidR="002B165D" w:rsidRPr="00C61E0D" w:rsidRDefault="003C406C">
      <w:pPr>
        <w:rPr>
          <w:rFonts w:asciiTheme="minorHAnsi" w:hAnsiTheme="minorHAnsi" w:cstheme="minorHAnsi"/>
          <w:sz w:val="22"/>
          <w:szCs w:val="22"/>
        </w:rPr>
      </w:pPr>
      <w:r w:rsidRPr="00C61E0D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Wykonawca:</w:t>
      </w:r>
      <w:r w:rsidRPr="00C61E0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 </w:t>
      </w:r>
      <w:r w:rsidRPr="00C61E0D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</w:t>
      </w:r>
      <w:r w:rsidRPr="00C61E0D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…………………………………………………………………………....….…</w:t>
      </w:r>
    </w:p>
    <w:p w14:paraId="3BB0F37B" w14:textId="25BC0809" w:rsidR="002B165D" w:rsidRPr="00C61E0D" w:rsidRDefault="00AB3151" w:rsidP="00AB3151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                                      </w:t>
      </w:r>
      <w:r w:rsidR="003C406C" w:rsidRPr="00C61E0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="003C406C" w:rsidRPr="00C61E0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CEiDG</w:t>
      </w:r>
      <w:proofErr w:type="spellEnd"/>
      <w:r w:rsidR="003C406C" w:rsidRPr="00C61E0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)</w:t>
      </w:r>
    </w:p>
    <w:p w14:paraId="0E799213" w14:textId="77777777" w:rsidR="002B165D" w:rsidRPr="00C61E0D" w:rsidRDefault="003C406C">
      <w:pPr>
        <w:rPr>
          <w:rFonts w:asciiTheme="minorHAnsi" w:hAnsiTheme="minorHAnsi" w:cstheme="minorHAnsi"/>
          <w:sz w:val="22"/>
          <w:szCs w:val="22"/>
        </w:rPr>
      </w:pPr>
      <w:r w:rsidRPr="00C61E0D">
        <w:rPr>
          <w:rFonts w:asciiTheme="minorHAnsi" w:eastAsia="Calibri" w:hAnsiTheme="minorHAnsi" w:cstheme="minorHAnsi"/>
          <w:sz w:val="22"/>
          <w:szCs w:val="22"/>
          <w:lang w:eastAsia="en-US"/>
        </w:rPr>
        <w:t>reprezentowany przez: ……………………………………………………………………………...……</w:t>
      </w:r>
    </w:p>
    <w:p w14:paraId="68E594F4" w14:textId="2A3A4503" w:rsidR="002B165D" w:rsidRPr="00C61E0D" w:rsidRDefault="00AB3151" w:rsidP="00AB3151">
      <w:pPr>
        <w:ind w:right="-2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                                         </w:t>
      </w:r>
      <w:r w:rsidR="003C406C" w:rsidRPr="00C61E0D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(imię, nazwisko, stanowisko/podstawa do reprezentacji)</w:t>
      </w:r>
    </w:p>
    <w:p w14:paraId="4A903B5E" w14:textId="77777777" w:rsidR="002B165D" w:rsidRPr="00C61E0D" w:rsidRDefault="002B165D">
      <w:pPr>
        <w:pStyle w:val="Nagwek"/>
        <w:rPr>
          <w:rFonts w:asciiTheme="minorHAnsi" w:hAnsiTheme="minorHAnsi" w:cstheme="minorHAnsi"/>
          <w:b/>
          <w:sz w:val="22"/>
          <w:szCs w:val="22"/>
        </w:rPr>
      </w:pPr>
    </w:p>
    <w:p w14:paraId="1A42601D" w14:textId="77777777" w:rsidR="002B165D" w:rsidRPr="00C61E0D" w:rsidRDefault="002B165D">
      <w:pPr>
        <w:pStyle w:val="Nagwek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104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4"/>
      </w:tblGrid>
      <w:tr w:rsidR="002B165D" w:rsidRPr="00C61E0D" w14:paraId="75839CD2" w14:textId="77777777"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DFFA3" w14:textId="77777777" w:rsidR="002B165D" w:rsidRPr="00C61E0D" w:rsidRDefault="003C406C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Wykonawcy </w:t>
            </w:r>
          </w:p>
          <w:p w14:paraId="39F51EE1" w14:textId="77777777" w:rsidR="002B165D" w:rsidRPr="00C61E0D" w:rsidRDefault="003C406C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składane w zakresie art. 108 ust. 1 pkt. 5 ustawy z dnia 11 września 2019 r. Prawo zamówień</w:t>
            </w:r>
            <w:r w:rsidR="00894A7B" w:rsidRPr="00C61E0D">
              <w:rPr>
                <w:rFonts w:asciiTheme="minorHAnsi" w:hAnsiTheme="minorHAnsi" w:cstheme="minorHAnsi"/>
                <w:sz w:val="22"/>
                <w:szCs w:val="22"/>
              </w:rPr>
              <w:t xml:space="preserve"> publicznych (</w:t>
            </w:r>
            <w:proofErr w:type="spellStart"/>
            <w:r w:rsidR="00894A7B" w:rsidRPr="00C61E0D"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 w:rsidR="00894A7B" w:rsidRPr="00C61E0D">
              <w:rPr>
                <w:rFonts w:asciiTheme="minorHAnsi" w:hAnsiTheme="minorHAnsi" w:cstheme="minorHAnsi"/>
                <w:sz w:val="22"/>
                <w:szCs w:val="22"/>
              </w:rPr>
              <w:t>. Dz. U. z 2024 r. poz. 1320</w:t>
            </w: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 xml:space="preserve">) (dalej jako: ustawa </w:t>
            </w:r>
            <w:proofErr w:type="spellStart"/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), dotyczące:</w:t>
            </w:r>
          </w:p>
          <w:p w14:paraId="0BAE7196" w14:textId="77777777" w:rsidR="002B165D" w:rsidRPr="00C61E0D" w:rsidRDefault="003C406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14:paraId="3E4844C9" w14:textId="77777777" w:rsidR="002B165D" w:rsidRPr="00C61E0D" w:rsidRDefault="002B16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242145" w14:textId="77777777" w:rsidR="002B165D" w:rsidRPr="00C61E0D" w:rsidRDefault="002B165D">
      <w:pPr>
        <w:pStyle w:val="Nagwek3"/>
        <w:ind w:left="0"/>
        <w:jc w:val="left"/>
        <w:rPr>
          <w:rFonts w:asciiTheme="minorHAnsi" w:hAnsiTheme="minorHAnsi" w:cstheme="minorHAnsi"/>
          <w:sz w:val="22"/>
          <w:szCs w:val="22"/>
        </w:rPr>
      </w:pPr>
    </w:p>
    <w:p w14:paraId="661D2D01" w14:textId="77777777" w:rsidR="002B165D" w:rsidRPr="00C61E0D" w:rsidRDefault="003C406C">
      <w:pPr>
        <w:pStyle w:val="Tekstpodstawowywcity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C61E0D">
        <w:rPr>
          <w:rFonts w:asciiTheme="minorHAnsi" w:hAnsiTheme="minorHAnsi" w:cstheme="minorHAnsi"/>
          <w:sz w:val="22"/>
          <w:szCs w:val="22"/>
        </w:rPr>
        <w:t>Na potrzeby postępowania o udzielenie zamówienia publicznego, pn.:</w:t>
      </w:r>
    </w:p>
    <w:p w14:paraId="5CFFAEAD" w14:textId="295F532F" w:rsidR="003D5100" w:rsidRDefault="00BD52B0" w:rsidP="00BD52B0">
      <w:pPr>
        <w:suppressAutoHyphens w:val="0"/>
        <w:autoSpaceDE w:val="0"/>
        <w:autoSpaceDN/>
        <w:spacing w:before="60" w:after="60" w:line="276" w:lineRule="auto"/>
        <w:ind w:left="556"/>
        <w:jc w:val="center"/>
        <w:textAlignment w:val="auto"/>
        <w:rPr>
          <w:rFonts w:ascii="Calibri" w:hAnsi="Calibri" w:cs="Calibri"/>
          <w:b/>
          <w:bCs/>
          <w:i/>
          <w:iCs/>
          <w:color w:val="0070C0"/>
          <w:sz w:val="22"/>
          <w:szCs w:val="22"/>
        </w:rPr>
      </w:pPr>
      <w:r w:rsidRPr="00BD52B0">
        <w:rPr>
          <w:rFonts w:ascii="Calibri" w:hAnsi="Calibri" w:cs="Calibri"/>
          <w:b/>
          <w:bCs/>
          <w:i/>
          <w:iCs/>
          <w:color w:val="0070C0"/>
          <w:sz w:val="22"/>
          <w:szCs w:val="22"/>
        </w:rPr>
        <w:t xml:space="preserve"> „</w:t>
      </w:r>
      <w:r w:rsidR="007A7F39" w:rsidRPr="007A7F39">
        <w:rPr>
          <w:rFonts w:ascii="Calibri" w:hAnsi="Calibri" w:cs="Calibri"/>
          <w:b/>
          <w:bCs/>
          <w:i/>
          <w:iCs/>
          <w:color w:val="0070C0"/>
          <w:sz w:val="22"/>
          <w:szCs w:val="22"/>
        </w:rPr>
        <w:t>Dostawa gazów medycznych na potrzeby Szpitala Miejskiego w Siemianowicach Śląskich Sp. z o.o</w:t>
      </w:r>
      <w:r w:rsidR="007A7F39">
        <w:rPr>
          <w:rFonts w:ascii="Calibri" w:hAnsi="Calibri" w:cs="Calibri"/>
          <w:b/>
          <w:bCs/>
          <w:i/>
          <w:iCs/>
          <w:color w:val="0070C0"/>
          <w:sz w:val="22"/>
          <w:szCs w:val="22"/>
        </w:rPr>
        <w:t>.</w:t>
      </w:r>
      <w:r w:rsidRPr="00BD52B0">
        <w:rPr>
          <w:rFonts w:ascii="Calibri" w:hAnsi="Calibri" w:cs="Calibri"/>
          <w:b/>
          <w:bCs/>
          <w:i/>
          <w:iCs/>
          <w:color w:val="0070C0"/>
          <w:sz w:val="22"/>
          <w:szCs w:val="22"/>
        </w:rPr>
        <w:t>”</w:t>
      </w:r>
    </w:p>
    <w:p w14:paraId="2EF659B1" w14:textId="77777777" w:rsidR="003D5100" w:rsidRPr="003D5100" w:rsidRDefault="003D5100" w:rsidP="003D5100">
      <w:pPr>
        <w:pStyle w:val="pkt"/>
        <w:autoSpaceDE w:val="0"/>
        <w:jc w:val="center"/>
        <w:rPr>
          <w:rFonts w:ascii="Calibri" w:hAnsi="Calibri" w:cs="Calibri"/>
          <w:b/>
          <w:bCs/>
          <w:i/>
          <w:iCs/>
          <w:color w:val="0070C0"/>
          <w:sz w:val="22"/>
          <w:szCs w:val="22"/>
        </w:rPr>
      </w:pPr>
    </w:p>
    <w:p w14:paraId="2A6CE958" w14:textId="77777777" w:rsidR="002B165D" w:rsidRPr="00C61E0D" w:rsidRDefault="003C406C">
      <w:pPr>
        <w:pStyle w:val="Tekstpodstawowywcity"/>
        <w:spacing w:line="360" w:lineRule="auto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C61E0D">
        <w:rPr>
          <w:rFonts w:asciiTheme="minorHAnsi" w:hAnsiTheme="minorHAnsi" w:cstheme="minorHAnsi"/>
          <w:bCs/>
          <w:sz w:val="22"/>
          <w:szCs w:val="22"/>
        </w:rPr>
        <w:t>oświadczam/(-my), co następuje:</w:t>
      </w:r>
    </w:p>
    <w:p w14:paraId="2F409EB3" w14:textId="46F27637" w:rsidR="002B165D" w:rsidRPr="00C61E0D" w:rsidRDefault="003C406C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E0D">
        <w:rPr>
          <w:rFonts w:asciiTheme="minorHAnsi" w:hAnsiTheme="minorHAnsi" w:cstheme="minorHAnsi"/>
          <w:b/>
          <w:bCs/>
          <w:sz w:val="22"/>
          <w:szCs w:val="22"/>
          <w:u w:val="single"/>
        </w:rPr>
        <w:t>nie przynależę</w:t>
      </w:r>
      <w:r w:rsidRPr="00C61E0D">
        <w:rPr>
          <w:rFonts w:asciiTheme="minorHAnsi" w:hAnsiTheme="minorHAnsi" w:cstheme="minorHAnsi"/>
          <w:b/>
          <w:bCs/>
          <w:sz w:val="22"/>
          <w:szCs w:val="22"/>
          <w:u w:val="single"/>
          <w:vertAlign w:val="superscript"/>
        </w:rPr>
        <w:t>1</w:t>
      </w:r>
      <w:r w:rsidRPr="00C61E0D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</w:t>
      </w:r>
      <w:r w:rsidR="00C61E0D">
        <w:rPr>
          <w:rFonts w:asciiTheme="minorHAnsi" w:hAnsiTheme="minorHAnsi" w:cstheme="minorHAnsi"/>
          <w:sz w:val="22"/>
          <w:szCs w:val="22"/>
        </w:rPr>
        <w:br/>
      </w:r>
      <w:r w:rsidRPr="00C61E0D">
        <w:rPr>
          <w:rFonts w:asciiTheme="minorHAnsi" w:hAnsiTheme="minorHAnsi" w:cstheme="minorHAnsi"/>
          <w:sz w:val="22"/>
          <w:szCs w:val="22"/>
        </w:rPr>
        <w:t>o ochronie konkurencji i</w:t>
      </w:r>
      <w:r w:rsidR="00DF0711" w:rsidRPr="00C61E0D">
        <w:rPr>
          <w:rFonts w:asciiTheme="minorHAnsi" w:hAnsiTheme="minorHAnsi" w:cstheme="minorHAnsi"/>
          <w:sz w:val="22"/>
          <w:szCs w:val="22"/>
        </w:rPr>
        <w:t xml:space="preserve"> konsumentów</w:t>
      </w:r>
      <w:r w:rsidR="00881874" w:rsidRPr="00C61E0D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881874" w:rsidRPr="00C61E0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881874" w:rsidRPr="00C61E0D">
        <w:rPr>
          <w:rFonts w:asciiTheme="minorHAnsi" w:hAnsiTheme="minorHAnsi" w:cstheme="minorHAnsi"/>
          <w:sz w:val="22"/>
          <w:szCs w:val="22"/>
        </w:rPr>
        <w:t>. Dz. U. z 202</w:t>
      </w:r>
      <w:r w:rsidR="00274512">
        <w:rPr>
          <w:rFonts w:asciiTheme="minorHAnsi" w:hAnsiTheme="minorHAnsi" w:cstheme="minorHAnsi"/>
          <w:sz w:val="22"/>
          <w:szCs w:val="22"/>
        </w:rPr>
        <w:t>5</w:t>
      </w:r>
      <w:r w:rsidR="00881874" w:rsidRPr="00C61E0D">
        <w:rPr>
          <w:rFonts w:asciiTheme="minorHAnsi" w:hAnsiTheme="minorHAnsi" w:cstheme="minorHAnsi"/>
          <w:sz w:val="22"/>
          <w:szCs w:val="22"/>
        </w:rPr>
        <w:t xml:space="preserve"> r. poz. 1</w:t>
      </w:r>
      <w:r w:rsidR="00274512">
        <w:rPr>
          <w:rFonts w:asciiTheme="minorHAnsi" w:hAnsiTheme="minorHAnsi" w:cstheme="minorHAnsi"/>
          <w:sz w:val="22"/>
          <w:szCs w:val="22"/>
        </w:rPr>
        <w:t>714</w:t>
      </w:r>
      <w:r w:rsidR="00E33E32" w:rsidRPr="00C61E0D">
        <w:rPr>
          <w:rFonts w:asciiTheme="minorHAnsi" w:hAnsiTheme="minorHAnsi" w:cstheme="minorHAnsi"/>
          <w:sz w:val="22"/>
          <w:szCs w:val="22"/>
        </w:rPr>
        <w:t>)</w:t>
      </w:r>
      <w:r w:rsidRPr="00C61E0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w niniejszym postępowaniu.</w:t>
      </w:r>
    </w:p>
    <w:p w14:paraId="5D1508AD" w14:textId="77777777" w:rsidR="002B165D" w:rsidRPr="00C61E0D" w:rsidRDefault="002B165D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AFAB1EA" w14:textId="35F91810" w:rsidR="002B165D" w:rsidRPr="00C61E0D" w:rsidRDefault="003C406C">
      <w:pPr>
        <w:widowControl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1E0D">
        <w:rPr>
          <w:rFonts w:asciiTheme="minorHAnsi" w:hAnsiTheme="minorHAnsi" w:cstheme="minorHAnsi"/>
          <w:b/>
          <w:bCs/>
          <w:sz w:val="22"/>
          <w:szCs w:val="22"/>
          <w:u w:val="single"/>
        </w:rPr>
        <w:t>przynależę</w:t>
      </w:r>
      <w:r w:rsidRPr="00C61E0D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1"/>
      </w:r>
      <w:r w:rsidRPr="00C61E0D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o ochron</w:t>
      </w:r>
      <w:r w:rsidR="00F604AE" w:rsidRPr="00C61E0D">
        <w:rPr>
          <w:rFonts w:asciiTheme="minorHAnsi" w:hAnsiTheme="minorHAnsi" w:cstheme="minorHAnsi"/>
          <w:sz w:val="22"/>
          <w:szCs w:val="22"/>
        </w:rPr>
        <w:t>ie konkurencji i konsumentów</w:t>
      </w:r>
      <w:r w:rsidR="00881874" w:rsidRPr="00C61E0D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881874" w:rsidRPr="00C61E0D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881874" w:rsidRPr="00C61E0D">
        <w:rPr>
          <w:rFonts w:asciiTheme="minorHAnsi" w:hAnsiTheme="minorHAnsi" w:cstheme="minorHAnsi"/>
          <w:sz w:val="22"/>
          <w:szCs w:val="22"/>
        </w:rPr>
        <w:t>. Dz. U. z 202</w:t>
      </w:r>
      <w:r w:rsidR="00274512">
        <w:rPr>
          <w:rFonts w:asciiTheme="minorHAnsi" w:hAnsiTheme="minorHAnsi" w:cstheme="minorHAnsi"/>
          <w:sz w:val="22"/>
          <w:szCs w:val="22"/>
        </w:rPr>
        <w:t>5</w:t>
      </w:r>
      <w:r w:rsidR="00881874" w:rsidRPr="00C61E0D">
        <w:rPr>
          <w:rFonts w:asciiTheme="minorHAnsi" w:hAnsiTheme="minorHAnsi" w:cstheme="minorHAnsi"/>
          <w:sz w:val="22"/>
          <w:szCs w:val="22"/>
        </w:rPr>
        <w:t xml:space="preserve"> r. poz. 1</w:t>
      </w:r>
      <w:r w:rsidR="00274512">
        <w:rPr>
          <w:rFonts w:asciiTheme="minorHAnsi" w:hAnsiTheme="minorHAnsi" w:cstheme="minorHAnsi"/>
          <w:sz w:val="22"/>
          <w:szCs w:val="22"/>
        </w:rPr>
        <w:t>714</w:t>
      </w:r>
      <w:r w:rsidR="00E33E32" w:rsidRPr="00C61E0D">
        <w:rPr>
          <w:rFonts w:asciiTheme="minorHAnsi" w:hAnsiTheme="minorHAnsi" w:cstheme="minorHAnsi"/>
          <w:sz w:val="22"/>
          <w:szCs w:val="22"/>
        </w:rPr>
        <w:t>)</w:t>
      </w:r>
      <w:r w:rsidRPr="00C61E0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w niniejszym postępowaniu:</w:t>
      </w:r>
    </w:p>
    <w:tbl>
      <w:tblPr>
        <w:tblW w:w="910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2994"/>
        <w:gridCol w:w="5562"/>
      </w:tblGrid>
      <w:tr w:rsidR="002B165D" w:rsidRPr="00C61E0D" w14:paraId="3E49E941" w14:textId="77777777">
        <w:trPr>
          <w:trHeight w:val="32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020C" w14:textId="77777777" w:rsidR="002B165D" w:rsidRPr="00C61E0D" w:rsidRDefault="003C406C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36E5C" w14:textId="77777777" w:rsidR="002B165D" w:rsidRPr="00C61E0D" w:rsidRDefault="003C406C">
            <w:pPr>
              <w:widowControl w:val="0"/>
              <w:spacing w:before="60" w:after="60" w:line="36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Nazwa podmiotu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D9DC2" w14:textId="77777777" w:rsidR="002B165D" w:rsidRPr="00C61E0D" w:rsidRDefault="003C406C">
            <w:pPr>
              <w:widowControl w:val="0"/>
              <w:spacing w:before="60" w:after="60" w:line="36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Adres podmiotu</w:t>
            </w:r>
          </w:p>
        </w:tc>
      </w:tr>
      <w:tr w:rsidR="002B165D" w:rsidRPr="00C61E0D" w14:paraId="7BE1BA6A" w14:textId="77777777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62AEC" w14:textId="77777777" w:rsidR="002B165D" w:rsidRPr="00C61E0D" w:rsidRDefault="003C406C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95E14" w14:textId="77777777" w:rsidR="002B165D" w:rsidRPr="00C61E0D" w:rsidRDefault="002B165D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ADD89" w14:textId="77777777" w:rsidR="002B165D" w:rsidRPr="00C61E0D" w:rsidRDefault="002B165D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165D" w:rsidRPr="00C61E0D" w14:paraId="358D48CF" w14:textId="77777777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9790F" w14:textId="77777777" w:rsidR="002B165D" w:rsidRPr="00C61E0D" w:rsidRDefault="003C406C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1E0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5F45C" w14:textId="77777777" w:rsidR="002B165D" w:rsidRPr="00C61E0D" w:rsidRDefault="002B165D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C6B4D" w14:textId="77777777" w:rsidR="002B165D" w:rsidRPr="00C61E0D" w:rsidRDefault="002B165D">
            <w:pPr>
              <w:widowControl w:val="0"/>
              <w:spacing w:before="60" w:after="60" w:line="36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2EECE4" w14:textId="77777777" w:rsidR="002B165D" w:rsidRPr="00C61E0D" w:rsidRDefault="003C406C">
      <w:pPr>
        <w:widowControl w:val="0"/>
        <w:spacing w:before="120" w:line="36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61E0D">
        <w:rPr>
          <w:rFonts w:asciiTheme="minorHAnsi" w:hAnsiTheme="minorHAnsi" w:cstheme="minorHAnsi"/>
          <w:sz w:val="22"/>
          <w:szCs w:val="22"/>
          <w:u w:val="single"/>
        </w:rPr>
        <w:t>Uwaga</w:t>
      </w:r>
    </w:p>
    <w:p w14:paraId="2AA9AA0C" w14:textId="07441552" w:rsidR="00BD52B0" w:rsidRPr="00BD52B0" w:rsidRDefault="003C406C" w:rsidP="00BD52B0">
      <w:pPr>
        <w:widowControl w:val="0"/>
        <w:spacing w:after="48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61E0D">
        <w:rPr>
          <w:rFonts w:asciiTheme="minorHAnsi" w:hAnsiTheme="minorHAnsi" w:cstheme="minorHAnsi"/>
          <w:iCs/>
          <w:sz w:val="22"/>
          <w:szCs w:val="22"/>
        </w:rPr>
        <w:t>Wykonawca może przedstawić dokumenty lub informacje potwierdzające przygotowanie oferty niezależnie od innego Wykonawcy należącego do tej samej grupy kapitałowej.</w:t>
      </w:r>
    </w:p>
    <w:p w14:paraId="49ED56AA" w14:textId="77777777" w:rsidR="00BD52B0" w:rsidRPr="00757269" w:rsidRDefault="00BD52B0" w:rsidP="00BD52B0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NALEŻY PODPISAĆ ELEKTRONICZNIE</w:t>
      </w:r>
    </w:p>
    <w:p w14:paraId="31229C76" w14:textId="77777777" w:rsidR="00BD52B0" w:rsidRDefault="00BD52B0" w:rsidP="00BD52B0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EE400D">
        <w:rPr>
          <w:rFonts w:cstheme="minorHAnsi"/>
          <w:b/>
          <w:bCs/>
          <w:iCs/>
        </w:rPr>
        <w:t xml:space="preserve">  </w:t>
      </w:r>
      <w:r>
        <w:rPr>
          <w:rFonts w:cstheme="minorHAnsi"/>
          <w:b/>
          <w:bCs/>
          <w:sz w:val="20"/>
          <w:szCs w:val="20"/>
        </w:rPr>
        <w:t xml:space="preserve">  (PODPISEM KWALIFIKOWANYM)</w:t>
      </w:r>
    </w:p>
    <w:p w14:paraId="17D93981" w14:textId="77777777" w:rsidR="00BD52B0" w:rsidRDefault="00BD52B0" w:rsidP="00BD52B0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037FCD27" w14:textId="77777777" w:rsidR="00BD52B0" w:rsidRDefault="00BD52B0" w:rsidP="00BD52B0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PODPISEM OSOBISTYM  </w:t>
      </w:r>
    </w:p>
    <w:p w14:paraId="58EE08FD" w14:textId="77777777" w:rsidR="00BD52B0" w:rsidRDefault="00BD52B0" w:rsidP="00BD52B0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3EDBB81D" w14:textId="77777777" w:rsidR="00BD52B0" w:rsidRDefault="00BD52B0" w:rsidP="00BD52B0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PODPISEM ZAUFANYM</w:t>
      </w:r>
    </w:p>
    <w:p w14:paraId="07887816" w14:textId="77777777" w:rsidR="002B165D" w:rsidRPr="00C61E0D" w:rsidRDefault="002B165D">
      <w:pPr>
        <w:widowControl w:val="0"/>
        <w:spacing w:after="120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</w:p>
    <w:sectPr w:rsidR="002B165D" w:rsidRPr="00C61E0D">
      <w:headerReference w:type="default" r:id="rId6"/>
      <w:footerReference w:type="default" r:id="rId7"/>
      <w:pgSz w:w="11906" w:h="16838"/>
      <w:pgMar w:top="851" w:right="1418" w:bottom="1135" w:left="1418" w:header="709" w:footer="3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4128B" w14:textId="77777777" w:rsidR="00235264" w:rsidRDefault="00235264">
      <w:r>
        <w:separator/>
      </w:r>
    </w:p>
  </w:endnote>
  <w:endnote w:type="continuationSeparator" w:id="0">
    <w:p w14:paraId="33655AA0" w14:textId="77777777" w:rsidR="00235264" w:rsidRDefault="0023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1DC4E" w14:textId="77777777" w:rsidR="00CC55FA" w:rsidRPr="00CC55FA" w:rsidRDefault="00CC55FA" w:rsidP="00CC55FA">
    <w:pPr>
      <w:suppressAutoHyphens w:val="0"/>
      <w:autoSpaceDN/>
      <w:spacing w:after="120" w:line="276" w:lineRule="auto"/>
      <w:ind w:left="-567" w:right="-428"/>
      <w:jc w:val="both"/>
      <w:textAlignment w:val="auto"/>
      <w:rPr>
        <w:rFonts w:ascii="Calibri" w:eastAsiaTheme="minorEastAsia" w:hAnsi="Calibri" w:cs="Calibri"/>
        <w:sz w:val="18"/>
        <w:szCs w:val="18"/>
      </w:rPr>
    </w:pPr>
    <w:r w:rsidRPr="00CC55FA">
      <w:rPr>
        <w:rFonts w:ascii="Calibri" w:eastAsiaTheme="minorEastAsia" w:hAnsi="Calibri" w:cs="Calibri"/>
        <w:i/>
        <w:sz w:val="18"/>
        <w:szCs w:val="18"/>
      </w:rPr>
      <w:t>Zamawiający: Szpital Miejski w Siemianowicach Śląskich Sp. z o. o.</w:t>
    </w:r>
  </w:p>
  <w:p w14:paraId="22ECD846" w14:textId="17C571AF" w:rsidR="00714918" w:rsidRDefault="003C406C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AF950" w14:textId="77777777" w:rsidR="00235264" w:rsidRDefault="00235264">
      <w:r>
        <w:rPr>
          <w:color w:val="000000"/>
        </w:rPr>
        <w:separator/>
      </w:r>
    </w:p>
  </w:footnote>
  <w:footnote w:type="continuationSeparator" w:id="0">
    <w:p w14:paraId="640BE574" w14:textId="77777777" w:rsidR="00235264" w:rsidRDefault="00235264">
      <w:r>
        <w:continuationSeparator/>
      </w:r>
    </w:p>
  </w:footnote>
  <w:footnote w:id="1">
    <w:p w14:paraId="5E6346E4" w14:textId="77777777" w:rsidR="002B165D" w:rsidRPr="00BD52B0" w:rsidRDefault="003C406C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BD52B0">
        <w:rPr>
          <w:rStyle w:val="Odwoanieprzypisudolnego"/>
          <w:rFonts w:asciiTheme="minorHAnsi" w:hAnsiTheme="minorHAnsi" w:cstheme="minorHAnsi"/>
        </w:rPr>
        <w:footnoteRef/>
      </w:r>
      <w:r w:rsidRPr="00BD52B0">
        <w:rPr>
          <w:rFonts w:asciiTheme="minorHAnsi" w:hAnsiTheme="minorHAnsi" w:cstheme="minorHAnsi"/>
        </w:rPr>
        <w:t xml:space="preserve"> </w:t>
      </w:r>
      <w:r w:rsidRPr="00BD52B0">
        <w:rPr>
          <w:rFonts w:asciiTheme="minorHAnsi" w:hAnsiTheme="minorHAnsi" w:cstheme="minorHAnsi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7D5EA" w14:textId="24317FFC" w:rsidR="00CC55FA" w:rsidRPr="00CC55FA" w:rsidRDefault="00CC55FA" w:rsidP="00CC55FA">
    <w:pPr>
      <w:tabs>
        <w:tab w:val="right" w:pos="9072"/>
      </w:tabs>
      <w:suppressAutoHyphens w:val="0"/>
      <w:autoSpaceDE w:val="0"/>
      <w:spacing w:line="276" w:lineRule="auto"/>
      <w:textAlignment w:val="auto"/>
      <w:rPr>
        <w:rFonts w:ascii="Calibri" w:hAnsi="Calibri" w:cs="Calibri"/>
        <w:i/>
        <w:color w:val="000000"/>
        <w:u w:val="single"/>
      </w:rPr>
    </w:pPr>
    <w:r w:rsidRPr="00CC55FA">
      <w:rPr>
        <w:rFonts w:ascii="Calibri" w:hAnsi="Calibri" w:cs="Calibri"/>
        <w:i/>
        <w:u w:val="single"/>
      </w:rPr>
      <w:t>numer referencyjny sprawy: SZM/DZ/</w:t>
    </w:r>
    <w:r w:rsidR="007A7F39">
      <w:rPr>
        <w:rFonts w:ascii="Calibri" w:hAnsi="Calibri" w:cs="Calibri"/>
        <w:i/>
        <w:u w:val="single"/>
      </w:rPr>
      <w:t>TP/</w:t>
    </w:r>
    <w:r w:rsidRPr="00CC55FA">
      <w:rPr>
        <w:rFonts w:ascii="Calibri" w:hAnsi="Calibri" w:cs="Calibri"/>
        <w:i/>
        <w:u w:val="single"/>
      </w:rPr>
      <w:t>34</w:t>
    </w:r>
    <w:r w:rsidR="00BD52B0">
      <w:rPr>
        <w:rFonts w:ascii="Calibri" w:hAnsi="Calibri" w:cs="Calibri"/>
        <w:i/>
        <w:u w:val="single"/>
      </w:rPr>
      <w:t>1</w:t>
    </w:r>
    <w:r w:rsidRPr="00CC55FA">
      <w:rPr>
        <w:rFonts w:ascii="Calibri" w:hAnsi="Calibri" w:cs="Calibri"/>
        <w:i/>
        <w:u w:val="single"/>
      </w:rPr>
      <w:t>/</w:t>
    </w:r>
    <w:r w:rsidR="007A7F39">
      <w:rPr>
        <w:rFonts w:ascii="Calibri" w:hAnsi="Calibri" w:cs="Calibri"/>
        <w:i/>
        <w:u w:val="single"/>
      </w:rPr>
      <w:t>01</w:t>
    </w:r>
    <w:r w:rsidRPr="00CC55FA">
      <w:rPr>
        <w:rFonts w:ascii="Calibri" w:hAnsi="Calibri" w:cs="Calibri"/>
        <w:i/>
        <w:u w:val="single"/>
      </w:rPr>
      <w:t>/202</w:t>
    </w:r>
    <w:r w:rsidR="007A7F39">
      <w:rPr>
        <w:rFonts w:ascii="Calibri" w:hAnsi="Calibri" w:cs="Calibri"/>
        <w:i/>
        <w:u w:val="single"/>
      </w:rPr>
      <w:t>6</w:t>
    </w:r>
    <w:r w:rsidRPr="00CC55FA">
      <w:rPr>
        <w:rFonts w:ascii="Calibri" w:hAnsi="Calibri" w:cs="Calibri"/>
        <w:i/>
        <w:color w:val="000000"/>
        <w:sz w:val="24"/>
        <w:szCs w:val="24"/>
        <w:u w:val="single"/>
      </w:rPr>
      <w:t xml:space="preserve"> </w:t>
    </w:r>
    <w:r w:rsidRPr="00CC55FA">
      <w:rPr>
        <w:rFonts w:ascii="Calibri" w:hAnsi="Calibri" w:cs="Calibri"/>
        <w:i/>
        <w:sz w:val="24"/>
        <w:szCs w:val="24"/>
        <w:u w:val="single"/>
      </w:rPr>
      <w:t xml:space="preserve"> </w:t>
    </w:r>
    <w:r w:rsidRPr="00CC55FA">
      <w:rPr>
        <w:rFonts w:ascii="Calibri" w:hAnsi="Calibri" w:cs="Calibri"/>
        <w:i/>
        <w:color w:val="000000"/>
        <w:u w:val="single"/>
      </w:rPr>
      <w:tab/>
      <w:t xml:space="preserve">Załącznik nr </w:t>
    </w:r>
    <w:r>
      <w:rPr>
        <w:rFonts w:ascii="Calibri" w:hAnsi="Calibri" w:cs="Calibri"/>
        <w:i/>
        <w:color w:val="000000"/>
        <w:u w:val="single"/>
      </w:rPr>
      <w:t>6</w:t>
    </w:r>
    <w:r w:rsidRPr="00CC55FA">
      <w:rPr>
        <w:rFonts w:ascii="Calibri" w:hAnsi="Calibri" w:cs="Calibri"/>
        <w:i/>
        <w:color w:val="000000"/>
        <w:u w:val="single"/>
      </w:rPr>
      <w:t xml:space="preserve"> do SWZ</w:t>
    </w:r>
  </w:p>
  <w:p w14:paraId="10B18716" w14:textId="77777777" w:rsidR="00CC55FA" w:rsidRDefault="00CC55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5D"/>
    <w:rsid w:val="00091584"/>
    <w:rsid w:val="001A1B1A"/>
    <w:rsid w:val="001D41F8"/>
    <w:rsid w:val="00217376"/>
    <w:rsid w:val="00235264"/>
    <w:rsid w:val="00246D17"/>
    <w:rsid w:val="00274512"/>
    <w:rsid w:val="002B165D"/>
    <w:rsid w:val="002F23FD"/>
    <w:rsid w:val="00373CF3"/>
    <w:rsid w:val="003C406C"/>
    <w:rsid w:val="003C6453"/>
    <w:rsid w:val="003D5100"/>
    <w:rsid w:val="0048513A"/>
    <w:rsid w:val="005E549B"/>
    <w:rsid w:val="00606124"/>
    <w:rsid w:val="006179B7"/>
    <w:rsid w:val="00623759"/>
    <w:rsid w:val="00687CE2"/>
    <w:rsid w:val="006A1E32"/>
    <w:rsid w:val="00714918"/>
    <w:rsid w:val="007A7F39"/>
    <w:rsid w:val="007C7EEA"/>
    <w:rsid w:val="00876128"/>
    <w:rsid w:val="00881874"/>
    <w:rsid w:val="00886088"/>
    <w:rsid w:val="00894A7B"/>
    <w:rsid w:val="009443EB"/>
    <w:rsid w:val="00957B75"/>
    <w:rsid w:val="009B07F9"/>
    <w:rsid w:val="00A14512"/>
    <w:rsid w:val="00A37DE9"/>
    <w:rsid w:val="00AB3151"/>
    <w:rsid w:val="00B434A6"/>
    <w:rsid w:val="00B8325B"/>
    <w:rsid w:val="00BC542E"/>
    <w:rsid w:val="00BD52B0"/>
    <w:rsid w:val="00BF1783"/>
    <w:rsid w:val="00C61E0D"/>
    <w:rsid w:val="00CC55FA"/>
    <w:rsid w:val="00D14004"/>
    <w:rsid w:val="00D218B7"/>
    <w:rsid w:val="00DF0711"/>
    <w:rsid w:val="00E33E32"/>
    <w:rsid w:val="00F25A39"/>
    <w:rsid w:val="00F604AE"/>
    <w:rsid w:val="00FD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47F07"/>
  <w15:docId w15:val="{E626108C-BED5-4B08-B781-32BA403A6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3">
    <w:name w:val="heading 3"/>
    <w:basedOn w:val="Normalny"/>
    <w:next w:val="Normalny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kocowego">
    <w:name w:val="endnote text"/>
    <w:basedOn w:val="Normalny"/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rPr>
      <w:position w:val="0"/>
      <w:vertAlign w:val="superscript"/>
    </w:rPr>
  </w:style>
  <w:style w:type="paragraph" w:styleId="Tekstprzypisudolnego">
    <w:name w:val="footnote text"/>
    <w:basedOn w:val="Normalny"/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odstawowywcityZnak">
    <w:name w:val="Tekst podstawowy wcięty Znak"/>
    <w:rPr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3D5100"/>
    <w:pPr>
      <w:suppressAutoHyphens w:val="0"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BD52B0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9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pital\Documents\templat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Aleksandra Gawrych</cp:lastModifiedBy>
  <cp:revision>10</cp:revision>
  <cp:lastPrinted>2025-04-28T10:16:00Z</cp:lastPrinted>
  <dcterms:created xsi:type="dcterms:W3CDTF">2025-04-16T06:18:00Z</dcterms:created>
  <dcterms:modified xsi:type="dcterms:W3CDTF">2026-02-13T09:20:00Z</dcterms:modified>
</cp:coreProperties>
</file>